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405C9B0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9B417C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AEE435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759B20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CCD43F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46F74283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06D1C63E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F4F845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  <w:r w:rsidR="00AE1646">
        <w:rPr>
          <w:rFonts w:cstheme="minorHAnsi"/>
          <w:b/>
          <w:szCs w:val="18"/>
        </w:rPr>
        <w:t xml:space="preserve"> 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68FA0D6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1BA" w:rsidRPr="007131BA">
        <w:rPr>
          <w:rFonts w:cstheme="minorHAnsi"/>
          <w:lang w:eastAsia="pl-PL"/>
        </w:rPr>
        <w:t>POST/DYS/OW/GZ/02985/2025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131BA" w:rsidRPr="007131BA">
        <w:rPr>
          <w:rFonts w:cstheme="minorHAnsi"/>
          <w:lang w:eastAsia="pl-PL"/>
        </w:rPr>
        <w:t>Wykonanie robót budowlanych w zakresie przyłączenia do sieci elektroenergetycznej kontrahentów w podziale na 4 części: Część 1 –w m. Gołków gm. Piaseczno, Część 2 – w m. Łomna-Las gm. Czosnów, Część 3 - w m. Tarczyn gm. Tarczyn, Część 4 - stacja 110/15kV Tłuszc</w:t>
      </w:r>
      <w:r w:rsidR="007131BA">
        <w:rPr>
          <w:rFonts w:cstheme="minorHAnsi"/>
          <w:lang w:eastAsia="pl-PL"/>
        </w:rPr>
        <w:t>z</w:t>
      </w:r>
      <w:bookmarkStart w:id="6" w:name="_GoBack"/>
      <w:bookmarkEnd w:id="6"/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206E4C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206E4C" w:rsidRPr="00206E4C">
        <w:rPr>
          <w:rFonts w:cstheme="minorHAnsi"/>
          <w:lang w:eastAsia="pl-PL"/>
        </w:rPr>
        <w:t>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tbl>
      <w:tblPr>
        <w:tblW w:w="1026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011"/>
        <w:gridCol w:w="1560"/>
        <w:gridCol w:w="1560"/>
        <w:gridCol w:w="1417"/>
        <w:gridCol w:w="1418"/>
        <w:gridCol w:w="1701"/>
      </w:tblGrid>
      <w:tr w:rsidR="00206E4C" w:rsidRPr="004B4556" w14:paraId="5BBF9C93" w14:textId="77777777" w:rsidTr="00206E4C">
        <w:trPr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2FAD0C1" w14:textId="1B984C26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 w:rsidRPr="00206E4C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CD2B3D" w14:textId="16310E35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</w:p>
          <w:p w14:paraId="4A869D04" w14:textId="77777777" w:rsidR="00206E4C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 w:rsidRPr="004B4556">
              <w:rPr>
                <w:rFonts w:cstheme="minorHAnsi"/>
                <w:b/>
                <w:sz w:val="20"/>
              </w:rPr>
              <w:t>Przedmiot za</w:t>
            </w:r>
            <w:r>
              <w:rPr>
                <w:rFonts w:cstheme="minorHAnsi"/>
                <w:b/>
                <w:sz w:val="20"/>
              </w:rPr>
              <w:t>mówienia/</w:t>
            </w:r>
          </w:p>
          <w:p w14:paraId="4C008A1E" w14:textId="74A073C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nr umowy</w:t>
            </w:r>
          </w:p>
          <w:p w14:paraId="4BBF7B43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0BE8956E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Zakres rzeczowy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74B95980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</w:p>
          <w:p w14:paraId="05AB7AB7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 w:rsidRPr="004B4556">
              <w:rPr>
                <w:rFonts w:cstheme="minorHAnsi"/>
                <w:b/>
                <w:sz w:val="20"/>
              </w:rPr>
              <w:t xml:space="preserve">Wartość zrealizowanych </w:t>
            </w:r>
            <w:r>
              <w:rPr>
                <w:rFonts w:cstheme="minorHAnsi"/>
                <w:b/>
                <w:sz w:val="20"/>
              </w:rPr>
              <w:t>zamówień</w:t>
            </w:r>
            <w:r w:rsidRPr="004B4556">
              <w:rPr>
                <w:rFonts w:cstheme="minorHAnsi"/>
                <w:b/>
                <w:sz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1E8F71A9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</w:rPr>
            </w:pPr>
            <w:r w:rsidRPr="004B4556">
              <w:rPr>
                <w:rFonts w:cstheme="minorHAnsi"/>
                <w:b/>
                <w:sz w:val="20"/>
              </w:rPr>
              <w:t xml:space="preserve">Termin  realizacji </w:t>
            </w:r>
            <w:r>
              <w:rPr>
                <w:rFonts w:cstheme="minorHAnsi"/>
                <w:b/>
                <w:sz w:val="20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0081633" w14:textId="77777777" w:rsidR="00206E4C" w:rsidRPr="004B4556" w:rsidRDefault="00206E4C" w:rsidP="00395A96">
            <w:pPr>
              <w:jc w:val="center"/>
              <w:rPr>
                <w:rFonts w:cstheme="minorHAnsi"/>
                <w:b/>
                <w:sz w:val="20"/>
                <w:lang w:eastAsia="pl-PL"/>
              </w:rPr>
            </w:pPr>
            <w:r w:rsidRPr="004B4556">
              <w:rPr>
                <w:rFonts w:cstheme="minorHAnsi"/>
                <w:b/>
                <w:sz w:val="20"/>
                <w:lang w:eastAsia="pl-PL"/>
              </w:rPr>
              <w:t>Nazwa Odbiorcy</w:t>
            </w:r>
          </w:p>
          <w:p w14:paraId="51483FAC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  <w:lang w:eastAsia="pl-PL"/>
              </w:rPr>
            </w:pPr>
            <w:r w:rsidRPr="004B4556">
              <w:rPr>
                <w:rFonts w:cstheme="minorHAnsi"/>
                <w:i/>
                <w:sz w:val="20"/>
                <w:lang w:eastAsia="pl-PL"/>
              </w:rPr>
              <w:t>(wraz z adresem i nr telefonu)</w:t>
            </w:r>
          </w:p>
        </w:tc>
      </w:tr>
      <w:tr w:rsidR="00206E4C" w:rsidRPr="004B4556" w14:paraId="2EFB7A7A" w14:textId="77777777" w:rsidTr="00206E4C">
        <w:trPr>
          <w:trHeight w:val="504"/>
          <w:tblHeader/>
        </w:trPr>
        <w:tc>
          <w:tcPr>
            <w:tcW w:w="597" w:type="dxa"/>
            <w:vMerge/>
            <w:tcBorders>
              <w:left w:val="single" w:sz="4" w:space="0" w:color="auto"/>
            </w:tcBorders>
          </w:tcPr>
          <w:p w14:paraId="55EFD48D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201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09D07DA9" w14:textId="1B278396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E7180A8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560" w:type="dxa"/>
            <w:vMerge/>
          </w:tcPr>
          <w:p w14:paraId="036172B8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4C7AAD79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  <w:r w:rsidRPr="004B4556">
              <w:rPr>
                <w:rFonts w:cstheme="minorHAnsi"/>
                <w:i/>
                <w:sz w:val="20"/>
              </w:rPr>
              <w:t>Data</w:t>
            </w:r>
          </w:p>
          <w:p w14:paraId="195DD061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  <w:r w:rsidRPr="004B4556">
              <w:rPr>
                <w:rFonts w:cstheme="minorHAnsi"/>
                <w:i/>
                <w:sz w:val="20"/>
              </w:rPr>
              <w:t>Rozpoczęcia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F0FCF69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  <w:r w:rsidRPr="004B4556">
              <w:rPr>
                <w:rFonts w:cstheme="minorHAnsi"/>
                <w:i/>
                <w:sz w:val="20"/>
              </w:rPr>
              <w:t>Data</w:t>
            </w:r>
          </w:p>
          <w:p w14:paraId="5C94D57F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  <w:r w:rsidRPr="004B4556">
              <w:rPr>
                <w:rFonts w:cstheme="minorHAnsi"/>
                <w:i/>
                <w:sz w:val="20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79F" w14:textId="77777777" w:rsidR="00206E4C" w:rsidRPr="004B4556" w:rsidRDefault="00206E4C" w:rsidP="00395A96">
            <w:pPr>
              <w:jc w:val="center"/>
              <w:rPr>
                <w:rFonts w:cstheme="minorHAnsi"/>
                <w:i/>
                <w:sz w:val="20"/>
              </w:rPr>
            </w:pPr>
          </w:p>
        </w:tc>
      </w:tr>
      <w:tr w:rsidR="00206E4C" w:rsidRPr="004B4556" w14:paraId="1601215E" w14:textId="77777777" w:rsidTr="00206E4C">
        <w:trPr>
          <w:trHeight w:val="843"/>
        </w:trPr>
        <w:tc>
          <w:tcPr>
            <w:tcW w:w="597" w:type="dxa"/>
          </w:tcPr>
          <w:p w14:paraId="39BF54DA" w14:textId="11DE94AE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2011" w:type="dxa"/>
            <w:tcBorders>
              <w:right w:val="single" w:sz="4" w:space="0" w:color="auto"/>
            </w:tcBorders>
            <w:vAlign w:val="center"/>
          </w:tcPr>
          <w:p w14:paraId="2316470E" w14:textId="6CBA14DD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8B0BBAE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F1CCE27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1D7863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0315E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923D" w14:textId="77777777" w:rsidR="00206E4C" w:rsidRPr="004B4556" w:rsidRDefault="00206E4C" w:rsidP="00395A96">
            <w:pPr>
              <w:spacing w:before="120"/>
              <w:rPr>
                <w:rFonts w:cstheme="minorHAnsi"/>
                <w:sz w:val="20"/>
              </w:rPr>
            </w:pPr>
          </w:p>
        </w:tc>
      </w:tr>
      <w:tr w:rsidR="00206E4C" w:rsidRPr="004B4556" w14:paraId="3CBED087" w14:textId="77777777" w:rsidTr="00206E4C">
        <w:trPr>
          <w:trHeight w:val="843"/>
        </w:trPr>
        <w:tc>
          <w:tcPr>
            <w:tcW w:w="597" w:type="dxa"/>
          </w:tcPr>
          <w:p w14:paraId="7F05C1C9" w14:textId="1CBA7D73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2011" w:type="dxa"/>
            <w:tcBorders>
              <w:right w:val="single" w:sz="4" w:space="0" w:color="auto"/>
            </w:tcBorders>
            <w:vAlign w:val="center"/>
          </w:tcPr>
          <w:p w14:paraId="27A568EE" w14:textId="7C26FEB1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FB73B4B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36A7501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176927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9C313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9BCD" w14:textId="77777777" w:rsidR="00206E4C" w:rsidRPr="004B4556" w:rsidRDefault="00206E4C" w:rsidP="00395A96">
            <w:pPr>
              <w:spacing w:before="120"/>
              <w:rPr>
                <w:rFonts w:cstheme="minorHAnsi"/>
                <w:sz w:val="20"/>
              </w:rPr>
            </w:pPr>
          </w:p>
        </w:tc>
      </w:tr>
      <w:tr w:rsidR="00206E4C" w:rsidRPr="004B4556" w14:paraId="2C1F27EE" w14:textId="77777777" w:rsidTr="00206E4C">
        <w:trPr>
          <w:trHeight w:val="843"/>
        </w:trPr>
        <w:tc>
          <w:tcPr>
            <w:tcW w:w="597" w:type="dxa"/>
          </w:tcPr>
          <w:p w14:paraId="594734DE" w14:textId="3E3C2B6F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2011" w:type="dxa"/>
            <w:tcBorders>
              <w:right w:val="single" w:sz="4" w:space="0" w:color="auto"/>
            </w:tcBorders>
            <w:vAlign w:val="center"/>
          </w:tcPr>
          <w:p w14:paraId="211EDD2E" w14:textId="1AE83508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817F4D2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A17DE3B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50B52AEA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13C36A9" w14:textId="77777777" w:rsidR="00206E4C" w:rsidRPr="004B4556" w:rsidRDefault="00206E4C" w:rsidP="00395A96">
            <w:pPr>
              <w:spacing w:before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E191" w14:textId="77777777" w:rsidR="00206E4C" w:rsidRPr="004B4556" w:rsidRDefault="00206E4C" w:rsidP="00395A96">
            <w:pPr>
              <w:spacing w:before="120"/>
              <w:rPr>
                <w:rFonts w:cstheme="minorHAnsi"/>
                <w:sz w:val="20"/>
              </w:rPr>
            </w:pPr>
          </w:p>
        </w:tc>
      </w:tr>
    </w:tbl>
    <w:p w14:paraId="7A809737" w14:textId="238CFC98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0744F4DB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206E4C" w:rsidRPr="00206E4C">
        <w:rPr>
          <w:rFonts w:cstheme="minorHAnsi"/>
        </w:rPr>
        <w:t xml:space="preserve">roboty budowlane </w:t>
      </w:r>
      <w:r w:rsidRPr="000D24FD">
        <w:rPr>
          <w:rFonts w:cstheme="minorHAnsi"/>
        </w:rPr>
        <w:t>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7D793B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1B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92923D6" w14:textId="77777777" w:rsidR="007131BA" w:rsidRPr="007131BA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A508C66" w14:textId="77777777" w:rsidR="007131BA" w:rsidRPr="007131BA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7F272614" w14:textId="77777777" w:rsidR="007131BA" w:rsidRPr="007131BA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1BECC561" w14:textId="77777777" w:rsidR="007131BA" w:rsidRPr="007131BA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655CD44E" w14:textId="77777777" w:rsidR="007131BA" w:rsidRPr="007131BA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3549ABC6" w:rsidR="00347E8D" w:rsidRPr="006B2C28" w:rsidRDefault="007131BA" w:rsidP="007131B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131BA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CB3394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96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6E4C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1BA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417C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6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Wykaz wykonanych zamówień.docx</dmsv2BaseFileName>
    <dmsv2BaseDisplayName xmlns="http://schemas.microsoft.com/sharepoint/v3">Załącznik nr 7 – Wykaz wykonanych zamówień</dmsv2BaseDisplayName>
    <dmsv2SWPP2ObjectNumber xmlns="http://schemas.microsoft.com/sharepoint/v3">POST/DYS/OW/GZ/02985/2025                         </dmsv2SWPP2ObjectNumber>
    <dmsv2SWPP2SumMD5 xmlns="http://schemas.microsoft.com/sharepoint/v3">bde312f9996a8b900da7bceb02f09aca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23129908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VMUH7Q3WANFY-367621228-6958</_dlc_DocId>
    <_dlc_DocIdUrl xmlns="a19cb1c7-c5c7-46d4-85ae-d83685407bba">
      <Url>https://swpp2.dms.gkpge.pl/sites/39/_layouts/15/DocIdRedir.aspx?ID=VMUH7Q3WANFY-367621228-6958</Url>
      <Description>VMUH7Q3WANFY-367621228-6958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F782F-56F4-4B2F-86C0-16BBEA96A1F6}"/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71537E-C46E-43F3-8E0B-751F80E2F1B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2A9FCE8-D537-4D04-8E85-F9159788893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6</cp:revision>
  <cp:lastPrinted>2024-07-15T11:21:00Z</cp:lastPrinted>
  <dcterms:created xsi:type="dcterms:W3CDTF">2025-05-30T13:19:00Z</dcterms:created>
  <dcterms:modified xsi:type="dcterms:W3CDTF">2025-08-08T13:33:00Z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4ab20b4a-51f8-4c53-b806-b3d163390881</vt:lpwstr>
  </property>
</Properties>
</file>